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A71866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A5C63D2" w:rsidR="00BF54FE" w:rsidRPr="00D61BB3" w:rsidRDefault="00A71866" w:rsidP="006C2343">
          <w:pPr>
            <w:pStyle w:val="Tituldatum"/>
            <w:rPr>
              <w:rStyle w:val="Nzevakce"/>
            </w:rPr>
          </w:pPr>
          <w:r w:rsidRPr="00A71866">
            <w:rPr>
              <w:rStyle w:val="Nzevakce"/>
            </w:rPr>
            <w:t>Lípa u Havlíčkova Brodu PO, ST - oprava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1FC0A0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71866" w:rsidRPr="00A71866">
        <w:t>10. 02. 2023</w:t>
      </w:r>
      <w:r w:rsidR="0076790E">
        <w:t xml:space="preserve"> </w:t>
      </w:r>
    </w:p>
    <w:p w14:paraId="383AF1FF" w14:textId="4FA1195C" w:rsidR="00DA1C67" w:rsidRDefault="00DA1C67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7656E0A4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1D861F93" w14:textId="79D103F7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3D760A64" w14:textId="7FD47631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4797CCF" w14:textId="15EEE025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3B61346" w14:textId="3208DE9A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2B0E4ADC" w14:textId="1177119F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E5A9916" w14:textId="34437A22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4AFBF8D" w14:textId="4650DEA1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55466E6" w14:textId="7D484499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41FC8E39" w14:textId="3D7F65E3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10E9068A" w14:textId="2DC5E73A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56AC89D7" w14:textId="49962761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16</w:t>
        </w:r>
        <w:r w:rsidR="00833AC0">
          <w:rPr>
            <w:noProof/>
            <w:webHidden/>
          </w:rPr>
          <w:fldChar w:fldCharType="end"/>
        </w:r>
      </w:hyperlink>
    </w:p>
    <w:p w14:paraId="3430CF4E" w14:textId="2236071A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4F8DA0C7" w14:textId="26A07A86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zhotovitele pro stavbu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18</w:t>
        </w:r>
        <w:r w:rsidR="00833AC0">
          <w:rPr>
            <w:noProof/>
            <w:webHidden/>
          </w:rPr>
          <w:fldChar w:fldCharType="end"/>
        </w:r>
      </w:hyperlink>
    </w:p>
    <w:p w14:paraId="075DCA0A" w14:textId="5FD4E716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19</w:t>
        </w:r>
        <w:r w:rsidR="00833AC0">
          <w:rPr>
            <w:noProof/>
            <w:webHidden/>
          </w:rPr>
          <w:fldChar w:fldCharType="end"/>
        </w:r>
      </w:hyperlink>
    </w:p>
    <w:p w14:paraId="341C89A5" w14:textId="1350669A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4" w:history="1">
        <w:r w:rsidR="00833AC0" w:rsidRPr="007E1792">
          <w:rPr>
            <w:rStyle w:val="Hypertextovodkaz"/>
            <w:rFonts w:asciiTheme="majorHAnsi" w:hAnsiTheme="majorHAnsi"/>
          </w:rPr>
          <w:t>4.6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Zabezpečovací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5D958A1" w14:textId="636549CC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5" w:history="1">
        <w:r w:rsidR="00833AC0" w:rsidRPr="007E1792">
          <w:rPr>
            <w:rStyle w:val="Hypertextovodkaz"/>
            <w:rFonts w:asciiTheme="majorHAnsi" w:hAnsiTheme="majorHAnsi"/>
          </w:rPr>
          <w:t>4.7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Sdělovací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3E2A0296" w14:textId="6A52953D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6" w:history="1">
        <w:r w:rsidR="00833AC0" w:rsidRPr="007E1792">
          <w:rPr>
            <w:rStyle w:val="Hypertextovodkaz"/>
            <w:rFonts w:asciiTheme="majorHAnsi" w:hAnsiTheme="majorHAnsi"/>
          </w:rPr>
          <w:t>4.8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Silnoproudá technologie včetně DŘT, trakční a energetická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6CB2161F" w14:textId="7CA644F3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7" w:history="1">
        <w:r w:rsidR="00833AC0" w:rsidRPr="007E1792">
          <w:rPr>
            <w:rStyle w:val="Hypertextovodkaz"/>
            <w:rFonts w:asciiTheme="majorHAnsi" w:hAnsiTheme="majorHAnsi"/>
          </w:rPr>
          <w:t>4.9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technologická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0707971B" w14:textId="18800E99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4.10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svršek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93C9364" w14:textId="0B83DBAD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9" w:history="1">
        <w:r w:rsidR="00833AC0" w:rsidRPr="007E1792">
          <w:rPr>
            <w:rStyle w:val="Hypertextovodkaz"/>
            <w:rFonts w:asciiTheme="majorHAnsi" w:hAnsiTheme="majorHAnsi"/>
          </w:rPr>
          <w:t>4.11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spodek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3EF4017" w14:textId="658C6A6F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0" w:history="1">
        <w:r w:rsidR="00833AC0" w:rsidRPr="007E1792">
          <w:rPr>
            <w:rStyle w:val="Hypertextovodkaz"/>
            <w:rFonts w:asciiTheme="majorHAnsi" w:hAnsiTheme="majorHAnsi"/>
          </w:rPr>
          <w:t>4.12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Nástupiště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7C7A873F" w14:textId="1B0C80E2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1" w:history="1">
        <w:r w:rsidR="00833AC0" w:rsidRPr="007E1792">
          <w:rPr>
            <w:rStyle w:val="Hypertextovodkaz"/>
            <w:rFonts w:asciiTheme="majorHAnsi" w:hAnsiTheme="majorHAnsi"/>
          </w:rPr>
          <w:t>4.13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přejezdy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3A37460" w14:textId="61BB56A8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2" w:history="1">
        <w:r w:rsidR="00833AC0" w:rsidRPr="007E1792">
          <w:rPr>
            <w:rStyle w:val="Hypertextovodkaz"/>
            <w:rFonts w:asciiTheme="majorHAnsi" w:hAnsiTheme="majorHAnsi"/>
          </w:rPr>
          <w:t>4.14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Mosty, propustky a zdi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0B43D59" w14:textId="1598433D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3" w:history="1">
        <w:r w:rsidR="00833AC0" w:rsidRPr="007E1792">
          <w:rPr>
            <w:rStyle w:val="Hypertextovodkaz"/>
            <w:rFonts w:asciiTheme="majorHAnsi" w:hAnsiTheme="majorHAnsi"/>
          </w:rPr>
          <w:t>4.15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inženýrské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DA25B33" w14:textId="0F3E20A4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4" w:history="1">
        <w:r w:rsidR="00833AC0" w:rsidRPr="007E1792">
          <w:rPr>
            <w:rStyle w:val="Hypertextovodkaz"/>
            <w:rFonts w:asciiTheme="majorHAnsi" w:hAnsiTheme="majorHAnsi"/>
          </w:rPr>
          <w:t>4.16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tunely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28915B2B" w14:textId="4FB7AF8B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5" w:history="1">
        <w:r w:rsidR="00833AC0" w:rsidRPr="007E1792">
          <w:rPr>
            <w:rStyle w:val="Hypertextovodkaz"/>
            <w:rFonts w:asciiTheme="majorHAnsi" w:hAnsiTheme="majorHAnsi"/>
          </w:rPr>
          <w:t>4.17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komunikace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6B633777" w14:textId="4574DF2F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6" w:history="1">
        <w:r w:rsidR="00833AC0" w:rsidRPr="007E1792">
          <w:rPr>
            <w:rStyle w:val="Hypertextovodkaz"/>
            <w:rFonts w:asciiTheme="majorHAnsi" w:hAnsiTheme="majorHAnsi"/>
          </w:rPr>
          <w:t>4.18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Kabelovody, kolektory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5853CEEF" w14:textId="59E03CA7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7" w:history="1">
        <w:r w:rsidR="00833AC0" w:rsidRPr="007E1792">
          <w:rPr>
            <w:rStyle w:val="Hypertextovodkaz"/>
            <w:rFonts w:asciiTheme="majorHAnsi" w:hAnsiTheme="majorHAnsi"/>
          </w:rPr>
          <w:t>4.19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Protihlukové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23686A9" w14:textId="11FA5672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8" w:history="1">
        <w:r w:rsidR="00833AC0" w:rsidRPr="007E1792">
          <w:rPr>
            <w:rStyle w:val="Hypertextovodkaz"/>
            <w:rFonts w:asciiTheme="majorHAnsi" w:hAnsiTheme="majorHAnsi"/>
          </w:rPr>
          <w:t>4.20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stavební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0D8C116" w14:textId="3A9CE132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9" w:history="1">
        <w:r w:rsidR="00833AC0" w:rsidRPr="007E1792">
          <w:rPr>
            <w:rStyle w:val="Hypertextovodkaz"/>
            <w:rFonts w:asciiTheme="majorHAnsi" w:hAnsiTheme="majorHAnsi"/>
          </w:rPr>
          <w:t>4.21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Trakční a energická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36742B9B" w14:textId="648DA5ED" w:rsidR="00833AC0" w:rsidRDefault="00AA22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4.22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1B99F25" w14:textId="6314114E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25</w:t>
        </w:r>
        <w:r w:rsidR="00833AC0">
          <w:rPr>
            <w:noProof/>
            <w:webHidden/>
          </w:rPr>
          <w:fldChar w:fldCharType="end"/>
        </w:r>
      </w:hyperlink>
    </w:p>
    <w:p w14:paraId="691B0D01" w14:textId="719E1A92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4DCED2E7" w14:textId="0EC7696D" w:rsidR="00833AC0" w:rsidRDefault="00AA22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09E2D670" w14:textId="4234DBF2" w:rsidR="000145C8" w:rsidRPr="003B5AAE" w:rsidRDefault="00BD7E91" w:rsidP="00A71866">
      <w:pPr>
        <w:rPr>
          <w:b/>
        </w:rPr>
      </w:pPr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F04D772" w:rsid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37C9FAF8" w14:textId="77777777" w:rsidR="003D72A5" w:rsidRPr="00F92E3A" w:rsidRDefault="003D72A5" w:rsidP="00F92E3A">
            <w:pPr>
              <w:pStyle w:val="Zkratky2"/>
            </w:pP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35202636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32C11A71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1494842"/>
      <w:r>
        <w:t>Účel a rozsah předmětu Díla</w:t>
      </w:r>
      <w:bookmarkEnd w:id="10"/>
      <w:bookmarkEnd w:id="11"/>
    </w:p>
    <w:p w14:paraId="144B4FC2" w14:textId="20584070" w:rsidR="00DF7BAA" w:rsidRPr="00A16611" w:rsidRDefault="00DF7BAA" w:rsidP="00C558B0">
      <w:pPr>
        <w:pStyle w:val="Text2-1"/>
      </w:pPr>
      <w:r w:rsidRPr="00A16611">
        <w:t xml:space="preserve">Předmětem díla je zhotovení </w:t>
      </w:r>
      <w:r w:rsidRPr="00C558B0">
        <w:t>stavby „</w:t>
      </w:r>
      <w:r w:rsidR="00C558B0" w:rsidRPr="00C558B0">
        <w:t>Lípa u Havlíčkova Brodu PO, ST oprava</w:t>
      </w:r>
      <w:r w:rsidRPr="00C558B0">
        <w:t>“</w:t>
      </w:r>
      <w:r w:rsidR="00EC4FA5" w:rsidRPr="00C558B0">
        <w:t>,</w:t>
      </w:r>
      <w:r w:rsidRPr="00A16611">
        <w:t xml:space="preserve"> jejímž cílem je </w:t>
      </w:r>
      <w:r w:rsidR="00AE0077" w:rsidRPr="00C558B0">
        <w:t xml:space="preserve">celková oprava </w:t>
      </w:r>
      <w:r w:rsidR="00C558B0">
        <w:t xml:space="preserve">obálky budovy </w:t>
      </w:r>
      <w:r w:rsidR="00AE0077" w:rsidRPr="00C558B0">
        <w:t>objekt</w:t>
      </w:r>
      <w:r w:rsidR="00C558B0">
        <w:t>u provozní budovy v </w:t>
      </w:r>
      <w:proofErr w:type="spellStart"/>
      <w:r w:rsidR="00C558B0">
        <w:t>žst</w:t>
      </w:r>
      <w:proofErr w:type="spellEnd"/>
      <w:r w:rsidR="00C558B0">
        <w:t xml:space="preserve">. Lípa, hromosvodu objektu, VO prostor pro cestující a dešťové kanalizace objektu. </w:t>
      </w:r>
    </w:p>
    <w:p w14:paraId="29AAB0CD" w14:textId="21567BA7" w:rsidR="00E70AB8" w:rsidRPr="00A16611" w:rsidRDefault="00A16611" w:rsidP="00C558B0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C558B0">
        <w:t>Díla „</w:t>
      </w:r>
      <w:r w:rsidR="00C558B0" w:rsidRPr="00C558B0">
        <w:t>Lípa u Havlíčkova Brodu PO, ST oprava</w:t>
      </w:r>
      <w:r w:rsidRPr="00C558B0">
        <w:t xml:space="preserve">“ je </w:t>
      </w:r>
      <w:r w:rsidR="002019E3" w:rsidRPr="00C558B0">
        <w:t xml:space="preserve">provedení oprav a dle zadávací dokumentace, </w:t>
      </w:r>
      <w:r w:rsidR="00C558B0" w:rsidRPr="00577C6D">
        <w:t>vypracování DSPS</w:t>
      </w:r>
      <w:r w:rsidR="00C558B0">
        <w:t>, revizí, průkazu UTZ,</w:t>
      </w:r>
      <w:r w:rsidR="00C558B0" w:rsidRPr="00577C6D">
        <w:t xml:space="preserve"> včetně geodetické části</w:t>
      </w:r>
      <w:r w:rsidR="00C558B0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1494843"/>
      <w:r>
        <w:t>Umístění stavby</w:t>
      </w:r>
      <w:bookmarkEnd w:id="12"/>
      <w:bookmarkEnd w:id="13"/>
    </w:p>
    <w:p w14:paraId="4DFE4759" w14:textId="5981EAA5" w:rsidR="006972D4" w:rsidRDefault="00DF7BAA" w:rsidP="005A6C0C">
      <w:pPr>
        <w:pStyle w:val="Text2-1"/>
      </w:pPr>
      <w:r>
        <w:t xml:space="preserve">Stavba bude probíhat na trati </w:t>
      </w:r>
      <w:r w:rsidR="00C558B0">
        <w:t xml:space="preserve">v kraji </w:t>
      </w:r>
      <w:r w:rsidR="002019E3">
        <w:t xml:space="preserve">Vysočina, </w:t>
      </w:r>
      <w:r w:rsidR="00C558B0">
        <w:t xml:space="preserve">okres </w:t>
      </w:r>
      <w:r w:rsidR="002019E3">
        <w:t xml:space="preserve">Havlíčkův Brod, </w:t>
      </w:r>
      <w:r w:rsidR="00C558B0">
        <w:t>obec Lípa</w:t>
      </w:r>
      <w:r w:rsidR="002019E3">
        <w:t xml:space="preserve">, </w:t>
      </w:r>
      <w:r w:rsidR="00C558B0">
        <w:t xml:space="preserve">trať </w:t>
      </w:r>
      <w:r w:rsidR="002019E3" w:rsidRPr="00C558B0">
        <w:t>12</w:t>
      </w:r>
      <w:r w:rsidR="00C558B0">
        <w:t>2</w:t>
      </w:r>
      <w:r w:rsidR="002019E3" w:rsidRPr="00C558B0">
        <w:t>1</w:t>
      </w:r>
      <w:r w:rsidR="00C558B0">
        <w:t>C</w:t>
      </w:r>
      <w:r w:rsidR="002019E3" w:rsidRPr="00C558B0">
        <w:t xml:space="preserve">1, </w:t>
      </w:r>
      <w:proofErr w:type="spellStart"/>
      <w:r w:rsidR="00C558B0">
        <w:t>k</w:t>
      </w:r>
      <w:r w:rsidR="002019E3" w:rsidRPr="00C558B0">
        <w:t>.ú</w:t>
      </w:r>
      <w:proofErr w:type="spellEnd"/>
      <w:r w:rsidR="002019E3" w:rsidRPr="00C558B0">
        <w:t>.</w:t>
      </w:r>
      <w:r w:rsidR="002019E3">
        <w:t xml:space="preserve"> </w:t>
      </w:r>
      <w:r w:rsidR="00C558B0">
        <w:t xml:space="preserve">Lípa u </w:t>
      </w:r>
      <w:r w:rsidR="002019E3">
        <w:t>Havlíčk</w:t>
      </w:r>
      <w:r w:rsidR="00C558B0">
        <w:t>o</w:t>
      </w:r>
      <w:r w:rsidR="002019E3">
        <w:t>v</w:t>
      </w:r>
      <w:r w:rsidR="00C558B0">
        <w:t>a</w:t>
      </w:r>
      <w:r w:rsidR="002019E3">
        <w:t xml:space="preserve"> Brod</w:t>
      </w:r>
      <w:r w:rsidR="00C558B0">
        <w:t>u, budova č. p. 65, na pozemku č. 64</w:t>
      </w:r>
      <w:r w:rsidR="002019E3">
        <w:t>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149484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1494845"/>
      <w:r>
        <w:t>Projektová dokumentace</w:t>
      </w:r>
      <w:bookmarkEnd w:id="16"/>
      <w:bookmarkEnd w:id="17"/>
    </w:p>
    <w:p w14:paraId="7153DAFA" w14:textId="013A4616" w:rsidR="00615BEC" w:rsidRPr="00615BEC" w:rsidRDefault="00615BEC" w:rsidP="00615BEC">
      <w:pPr>
        <w:pStyle w:val="Text2-1"/>
      </w:pPr>
      <w:r>
        <w:t>Projektová dokumentace „</w:t>
      </w:r>
      <w:r w:rsidR="001B7E5D" w:rsidRPr="00C558B0">
        <w:t>Lípa u Havlíčkova Brodu PO, ST oprava</w:t>
      </w:r>
      <w:r>
        <w:t>“, zpracovatel</w:t>
      </w:r>
      <w:r w:rsidR="00B136ED">
        <w:t xml:space="preserve"> F-PROJEKT-DOPRAVNÍ STAVBY s.r.o.</w:t>
      </w:r>
      <w:r>
        <w:t xml:space="preserve">, </w:t>
      </w:r>
      <w:r w:rsidRPr="00B136ED">
        <w:t xml:space="preserve">datum </w:t>
      </w:r>
      <w:r w:rsidR="002019E3" w:rsidRPr="00B136ED">
        <w:t>0</w:t>
      </w:r>
      <w:r w:rsidR="00B136ED" w:rsidRPr="00B136ED">
        <w:t>5</w:t>
      </w:r>
      <w:r w:rsidR="002019E3" w:rsidRPr="00B136ED">
        <w:t>/2021</w:t>
      </w:r>
      <w:r w:rsidRPr="00B136ED">
        <w:t>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1494846"/>
      <w:r>
        <w:t>Související dokumentace</w:t>
      </w:r>
      <w:bookmarkEnd w:id="18"/>
      <w:bookmarkEnd w:id="19"/>
    </w:p>
    <w:p w14:paraId="6F27E273" w14:textId="41336929" w:rsidR="001D35FE" w:rsidRPr="008975AC" w:rsidRDefault="00615BEC" w:rsidP="00B136ED">
      <w:pPr>
        <w:pStyle w:val="Text2-1"/>
      </w:pPr>
      <w:r w:rsidRPr="00615BEC">
        <w:t xml:space="preserve">Stavební povolení </w:t>
      </w:r>
      <w:proofErr w:type="gramStart"/>
      <w:r w:rsidRPr="00615BEC">
        <w:t>č.j.</w:t>
      </w:r>
      <w:proofErr w:type="gramEnd"/>
      <w:r w:rsidRPr="00615BEC">
        <w:t xml:space="preserve">: </w:t>
      </w:r>
      <w:proofErr w:type="gramStart"/>
      <w:r w:rsidR="002019E3" w:rsidRPr="00B136ED">
        <w:t>DUCR-</w:t>
      </w:r>
      <w:r w:rsidR="00B136ED" w:rsidRPr="00B136ED">
        <w:t>62786</w:t>
      </w:r>
      <w:r w:rsidR="007B74C8" w:rsidRPr="00B136ED">
        <w:t>/22/</w:t>
      </w:r>
      <w:proofErr w:type="spellStart"/>
      <w:r w:rsidR="007B74C8" w:rsidRPr="00B136ED">
        <w:t>Ka</w:t>
      </w:r>
      <w:proofErr w:type="spellEnd"/>
      <w:r w:rsidRPr="00B136ED">
        <w:t>.. ze</w:t>
      </w:r>
      <w:proofErr w:type="gramEnd"/>
      <w:r w:rsidRPr="00B136ED">
        <w:t xml:space="preserve"> dne </w:t>
      </w:r>
      <w:r w:rsidR="00B136ED" w:rsidRPr="00B136ED">
        <w:t>14</w:t>
      </w:r>
      <w:r w:rsidR="007B74C8" w:rsidRPr="00B136ED">
        <w:t xml:space="preserve">. </w:t>
      </w:r>
      <w:r w:rsidR="00B136ED" w:rsidRPr="00B136ED">
        <w:t>10</w:t>
      </w:r>
      <w:r w:rsidR="007B74C8" w:rsidRPr="00B136ED">
        <w:t>. 2022</w:t>
      </w:r>
      <w:r w:rsidRPr="00615BEC">
        <w:t xml:space="preserve"> </w:t>
      </w: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1494847"/>
      <w:bookmarkEnd w:id="20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B136ED" w:rsidRDefault="00DF7BAA" w:rsidP="00DF7BAA">
      <w:pPr>
        <w:pStyle w:val="Text2-1"/>
      </w:pPr>
      <w:r w:rsidRPr="00B136ED">
        <w:t>Koordinace musí probíhat zejména s níže uvedenými investicemi a opravnými pracemi:</w:t>
      </w:r>
    </w:p>
    <w:p w14:paraId="3FECB3D1" w14:textId="0CC9D507" w:rsidR="00DF7BAA" w:rsidRPr="00B136ED" w:rsidRDefault="007B74C8" w:rsidP="0047647C">
      <w:pPr>
        <w:pStyle w:val="Odstavec1-1a"/>
        <w:numPr>
          <w:ilvl w:val="0"/>
          <w:numId w:val="5"/>
        </w:numPr>
        <w:spacing w:after="120"/>
      </w:pPr>
      <w:r w:rsidRPr="00B136ED">
        <w:t>neobsazeno</w:t>
      </w:r>
    </w:p>
    <w:p w14:paraId="76BB2726" w14:textId="77777777" w:rsidR="00A10D37" w:rsidRPr="00B136ED" w:rsidRDefault="00A10D37" w:rsidP="00A10D37">
      <w:pPr>
        <w:pStyle w:val="Text2-1"/>
      </w:pPr>
      <w:r w:rsidRPr="00B136ED">
        <w:t xml:space="preserve">U této </w:t>
      </w:r>
      <w:r w:rsidR="00234F48" w:rsidRPr="00B136E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149484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1494849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</w:t>
      </w:r>
      <w:r w:rsidR="00F04838">
        <w:lastRenderedPageBreak/>
        <w:t>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B136ED" w:rsidRDefault="00DF7856" w:rsidP="00DF7856">
      <w:pPr>
        <w:pStyle w:val="Text2-2"/>
      </w:pPr>
      <w:r w:rsidRPr="00B136ED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Pr="00B136ED" w:rsidRDefault="00DF7856" w:rsidP="002E5B84">
      <w:pPr>
        <w:pStyle w:val="Text2-2"/>
      </w:pPr>
      <w:r w:rsidRPr="00B136ED">
        <w:t>V čl. 1.11.3 TKP, odst. 4, písm. e) se mění takto:</w:t>
      </w:r>
    </w:p>
    <w:p w14:paraId="1B075C28" w14:textId="77777777" w:rsidR="00DF7856" w:rsidRPr="00B136ED" w:rsidRDefault="00DF7856" w:rsidP="00DF7856">
      <w:pPr>
        <w:pStyle w:val="Text2-2"/>
        <w:numPr>
          <w:ilvl w:val="0"/>
          <w:numId w:val="0"/>
        </w:numPr>
        <w:ind w:left="1701"/>
      </w:pPr>
      <w:r w:rsidRPr="00B136ED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B136ED" w:rsidRDefault="00DF7856" w:rsidP="00DF7856">
      <w:pPr>
        <w:pStyle w:val="Text2-2"/>
      </w:pPr>
      <w:r w:rsidRPr="00B136ED">
        <w:t>V čl. 1.11.3 TKP, odst. 5, se mění lhůta z 45 dnů na 15 dnů.</w:t>
      </w:r>
    </w:p>
    <w:p w14:paraId="0704B5B7" w14:textId="77777777" w:rsidR="00DF7856" w:rsidRPr="00B136ED" w:rsidRDefault="00DF7856" w:rsidP="00DF7856">
      <w:pPr>
        <w:pStyle w:val="Text2-2"/>
      </w:pPr>
      <w:r w:rsidRPr="00B136ED">
        <w:t xml:space="preserve">V čl. 1.11.5 TKP, odst. 2 se vypouští text: </w:t>
      </w:r>
      <w:bookmarkStart w:id="34" w:name="_Hlk115869021"/>
      <w:r w:rsidRPr="00B136ED">
        <w:t>„…</w:t>
      </w:r>
      <w:bookmarkEnd w:id="34"/>
      <w:r w:rsidRPr="00B136ED">
        <w:t>a v podrobnostech směrnice SŽ SM011“</w:t>
      </w:r>
    </w:p>
    <w:p w14:paraId="5ABBE8F9" w14:textId="77777777" w:rsidR="00DF7856" w:rsidRPr="00B136ED" w:rsidRDefault="00DF7856" w:rsidP="00DF7856">
      <w:pPr>
        <w:pStyle w:val="Text2-2"/>
      </w:pPr>
      <w:r w:rsidRPr="00B136ED">
        <w:t>Čl. 1.11.5.1 TKP, odst. 3 se mění takto:</w:t>
      </w:r>
    </w:p>
    <w:p w14:paraId="75E57AD6" w14:textId="574BAFAD" w:rsidR="00DF7856" w:rsidRPr="00B136ED" w:rsidRDefault="00DF7856" w:rsidP="004C1240">
      <w:pPr>
        <w:pStyle w:val="Text2-2"/>
        <w:numPr>
          <w:ilvl w:val="0"/>
          <w:numId w:val="0"/>
        </w:numPr>
        <w:ind w:left="1701"/>
      </w:pPr>
      <w:r w:rsidRPr="00B136ED">
        <w:t xml:space="preserve">Předání Dokumentace skutečného provedení stavby týkající se díla Zhotovitelem Objednateli proběhne </w:t>
      </w:r>
      <w:r w:rsidRPr="00B136ED">
        <w:rPr>
          <w:b/>
        </w:rPr>
        <w:t>v listinné podobě ve třech vyhotoveních</w:t>
      </w:r>
      <w:r w:rsidRPr="00B136ED">
        <w:t xml:space="preserve"> pro technickou část do 2 měsíců, pro souborné zpracování geodetické části do 2 měsíců a kompletní </w:t>
      </w:r>
      <w:r w:rsidRPr="00B136ED">
        <w:rPr>
          <w:b/>
        </w:rPr>
        <w:t>dokumentace v elektronické podobě v rozsahu dle čl. 4.1.</w:t>
      </w:r>
      <w:r w:rsidR="001456A2" w:rsidRPr="00B136ED">
        <w:rPr>
          <w:b/>
        </w:rPr>
        <w:t>2.</w:t>
      </w:r>
      <w:r w:rsidRPr="00B136ED">
        <w:rPr>
          <w:b/>
        </w:rPr>
        <w:t>30</w:t>
      </w:r>
      <w:r w:rsidR="00C4162B" w:rsidRPr="00B136ED">
        <w:rPr>
          <w:b/>
        </w:rPr>
        <w:t xml:space="preserve"> </w:t>
      </w:r>
      <w:r w:rsidRPr="00B136ED">
        <w:rPr>
          <w:b/>
        </w:rPr>
        <w:t>těchto ZTP</w:t>
      </w:r>
      <w:r w:rsidRPr="00B136ED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B136ED" w:rsidRDefault="004C1240" w:rsidP="004C1240">
      <w:pPr>
        <w:pStyle w:val="Text2-2"/>
      </w:pPr>
      <w:r w:rsidRPr="00B136ED">
        <w:t>Čl. 1.11.5.1 TKP, odst. 4 se ruší.</w:t>
      </w:r>
    </w:p>
    <w:p w14:paraId="21938E47" w14:textId="77777777" w:rsidR="004C1240" w:rsidRPr="00B136ED" w:rsidRDefault="004C1240" w:rsidP="004C1240">
      <w:pPr>
        <w:pStyle w:val="Text2-2"/>
      </w:pPr>
      <w:r w:rsidRPr="00B136ED">
        <w:t>Čl. 1.11.5.1 TKP, odst. 5 se ruší.</w:t>
      </w:r>
    </w:p>
    <w:p w14:paraId="34C5FAAF" w14:textId="77777777" w:rsidR="004C1240" w:rsidRPr="00B136ED" w:rsidRDefault="004C1240" w:rsidP="004C1240">
      <w:pPr>
        <w:pStyle w:val="Text2-2"/>
      </w:pPr>
      <w:r w:rsidRPr="00B136ED">
        <w:t>ČL 1.11.5.1 TKP, odst. 6 se mění takto:</w:t>
      </w:r>
    </w:p>
    <w:p w14:paraId="2A2ECA97" w14:textId="77777777" w:rsidR="004C1240" w:rsidRPr="00B136ED" w:rsidRDefault="004C1240" w:rsidP="004C1240">
      <w:pPr>
        <w:pStyle w:val="Text2-2"/>
        <w:numPr>
          <w:ilvl w:val="0"/>
          <w:numId w:val="0"/>
        </w:numPr>
        <w:ind w:left="1701"/>
      </w:pPr>
      <w:r w:rsidRPr="00B136E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136ED" w:rsidRDefault="004C1240" w:rsidP="00484F28">
      <w:pPr>
        <w:pStyle w:val="Text2-2"/>
        <w:numPr>
          <w:ilvl w:val="0"/>
          <w:numId w:val="22"/>
        </w:numPr>
      </w:pPr>
      <w:r w:rsidRPr="00B136ED">
        <w:t>kompletní dokumentace stavby v otevřené formě</w:t>
      </w:r>
    </w:p>
    <w:p w14:paraId="19A3DA3F" w14:textId="7E66C78D" w:rsidR="004C1240" w:rsidRPr="00B136ED" w:rsidRDefault="004C1240" w:rsidP="00484F28">
      <w:pPr>
        <w:pStyle w:val="Text2-2"/>
        <w:numPr>
          <w:ilvl w:val="0"/>
          <w:numId w:val="22"/>
        </w:numPr>
      </w:pPr>
      <w:r w:rsidRPr="00B136ED">
        <w:t>kompletní dokumentace stavby v uzavřené formě</w:t>
      </w:r>
    </w:p>
    <w:p w14:paraId="3DF85E15" w14:textId="52805890" w:rsidR="004C1240" w:rsidRPr="00B136ED" w:rsidRDefault="00672F4D" w:rsidP="00484F28">
      <w:pPr>
        <w:pStyle w:val="Text2-2"/>
        <w:numPr>
          <w:ilvl w:val="0"/>
          <w:numId w:val="22"/>
        </w:numPr>
      </w:pPr>
      <w:r w:rsidRPr="00B136ED">
        <w:t xml:space="preserve">kompletní dokumentace stavby </w:t>
      </w:r>
      <w:r w:rsidR="004C1240" w:rsidRPr="00B136ED">
        <w:t xml:space="preserve">ve struktuře </w:t>
      </w:r>
      <w:proofErr w:type="spellStart"/>
      <w:r w:rsidR="004C1240" w:rsidRPr="00B136ED">
        <w:t>Tree</w:t>
      </w:r>
      <w:r w:rsidRPr="00B136ED">
        <w:t>I</w:t>
      </w:r>
      <w:r w:rsidR="004C1240" w:rsidRPr="00B136ED">
        <w:t>nfo</w:t>
      </w:r>
      <w:proofErr w:type="spellEnd"/>
      <w:r w:rsidR="004C1240" w:rsidRPr="00B136ED">
        <w:t xml:space="preserve"> (</w:t>
      </w:r>
      <w:proofErr w:type="spellStart"/>
      <w:r w:rsidR="004C1240" w:rsidRPr="00B136ED">
        <w:t>InvestDokument</w:t>
      </w:r>
      <w:proofErr w:type="spellEnd"/>
      <w:r w:rsidR="004C1240" w:rsidRPr="00B136ED">
        <w:t>) v otevřené a uzavřené formě.</w:t>
      </w:r>
    </w:p>
    <w:p w14:paraId="744A9FA1" w14:textId="77777777" w:rsidR="00E05363" w:rsidRPr="00B136ED" w:rsidRDefault="00E05363" w:rsidP="00E05363">
      <w:pPr>
        <w:pStyle w:val="Text2-2"/>
      </w:pPr>
      <w:r w:rsidRPr="00B136ED">
        <w:t>V čl. 1.11.5.1 TKP, odst. 7 se ruší text: „…*.XML (datový předpis XDC)“.</w:t>
      </w:r>
    </w:p>
    <w:p w14:paraId="6DDAD84D" w14:textId="77777777" w:rsidR="00735BE7" w:rsidRPr="00B136ED" w:rsidRDefault="00735BE7" w:rsidP="00735BE7">
      <w:pPr>
        <w:pStyle w:val="Text2-1"/>
        <w:rPr>
          <w:b/>
        </w:rPr>
      </w:pPr>
      <w:r w:rsidRPr="00B136ED">
        <w:t xml:space="preserve">Pokud obsahují TKP odvolání na ustanovení VTP, tyto se ruší a </w:t>
      </w:r>
      <w:r w:rsidRPr="00B136ED">
        <w:rPr>
          <w:b/>
        </w:rPr>
        <w:t>platí TKP, nebo doplňující ustanovení jsou-li v ZTP uvedena.</w:t>
      </w:r>
    </w:p>
    <w:p w14:paraId="7FA8E2B4" w14:textId="4183E9BA" w:rsidR="00735F5B" w:rsidRPr="00B136ED" w:rsidRDefault="00735F5B" w:rsidP="00735F5B">
      <w:pPr>
        <w:pStyle w:val="Text2-2"/>
      </w:pPr>
      <w:r w:rsidRPr="00B136ED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B136ED">
        <w:t>, nejdříve</w:t>
      </w:r>
      <w:r w:rsidR="008A19E2" w:rsidRPr="00B136ED">
        <w:t xml:space="preserve"> však prvního dne měsíce určeného pro zahájení stavby v čl. 5.1.4 </w:t>
      </w:r>
      <w:r w:rsidR="00BE06E2" w:rsidRPr="00B136ED">
        <w:t xml:space="preserve">těchto </w:t>
      </w:r>
      <w:r w:rsidR="008A19E2" w:rsidRPr="00B136ED">
        <w:t>ZTP.</w:t>
      </w:r>
    </w:p>
    <w:p w14:paraId="0D0E006A" w14:textId="77777777" w:rsidR="00735F5B" w:rsidRPr="00B136ED" w:rsidRDefault="00735F5B" w:rsidP="00735F5B">
      <w:pPr>
        <w:pStyle w:val="Text2-2"/>
      </w:pPr>
      <w:r w:rsidRPr="00B136ED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Pr="00B136ED" w:rsidRDefault="00735F5B" w:rsidP="00735F5B">
      <w:pPr>
        <w:pStyle w:val="Text2-2"/>
      </w:pPr>
      <w:r w:rsidRPr="00B136ED">
        <w:t xml:space="preserve">V případě, že TDS při provádění Díla zjistí, že práce na Díle nebo jeho části provádí </w:t>
      </w:r>
      <w:proofErr w:type="spellStart"/>
      <w:r w:rsidRPr="00B136ED">
        <w:t>Podzhotovitel</w:t>
      </w:r>
      <w:proofErr w:type="spellEnd"/>
      <w:r w:rsidRPr="00B136ED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136ED" w:rsidRDefault="00AD75BB" w:rsidP="005220AF">
      <w:pPr>
        <w:pStyle w:val="Text2-2"/>
      </w:pPr>
      <w:r w:rsidRPr="00B136ED">
        <w:rPr>
          <w:b/>
        </w:rPr>
        <w:t>K činnostem Zhotovitele v rámci plnění SOD</w:t>
      </w:r>
      <w:r w:rsidRPr="00B136ED">
        <w:t xml:space="preserve"> mimo jiné také patří:</w:t>
      </w:r>
    </w:p>
    <w:p w14:paraId="38582DB3" w14:textId="77777777" w:rsidR="00F60958" w:rsidRPr="00B136ED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vydání osvědčení o bezpečnosti podle Prováděcího nařízení komise č. 402/2013</w:t>
      </w:r>
      <w:r w:rsidR="00AA587B" w:rsidRPr="00B136ED">
        <w:rPr>
          <w:sz w:val="18"/>
          <w:szCs w:val="18"/>
        </w:rPr>
        <w:t xml:space="preserve"> (o společné metodě pro hodnocení a posuzování rizik</w:t>
      </w:r>
      <w:r w:rsidR="00223CF2" w:rsidRPr="00B136ED">
        <w:rPr>
          <w:sz w:val="18"/>
          <w:szCs w:val="18"/>
        </w:rPr>
        <w:t xml:space="preserve"> </w:t>
      </w:r>
      <w:r w:rsidR="00AA587B" w:rsidRPr="00B136ED">
        <w:rPr>
          <w:sz w:val="18"/>
          <w:szCs w:val="18"/>
        </w:rPr>
        <w:t>a o zrušení nařízení (ES) č.</w:t>
      </w:r>
      <w:r w:rsidR="00223CF2" w:rsidRPr="00B136ED">
        <w:rPr>
          <w:sz w:val="18"/>
          <w:szCs w:val="18"/>
        </w:rPr>
        <w:t> 352/2009)</w:t>
      </w:r>
    </w:p>
    <w:p w14:paraId="6E661C3A" w14:textId="77777777" w:rsidR="009358DC" w:rsidRPr="00B136ED" w:rsidRDefault="009358DC" w:rsidP="005220AF">
      <w:pPr>
        <w:pStyle w:val="Text2-2"/>
      </w:pPr>
      <w:r w:rsidRPr="00B136ED">
        <w:t>Zhotovitel je povinen zajistit veřejnoprávní projednání a vydání potřebných rozhodnutí, povolení, souhlasů a jiných opatření</w:t>
      </w:r>
      <w:r w:rsidR="00223CF2" w:rsidRPr="00B136ED">
        <w:t>, nad rámec rozhodnutí, povolení, souhlasů zajištěných Objednatelem.</w:t>
      </w:r>
      <w:r w:rsidRPr="00B136ED">
        <w:t xml:space="preserve"> Zejména se jedná o:</w:t>
      </w:r>
    </w:p>
    <w:p w14:paraId="5E55C25F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136ED">
        <w:rPr>
          <w:sz w:val="18"/>
          <w:szCs w:val="18"/>
        </w:rPr>
        <w:t> </w:t>
      </w:r>
      <w:r w:rsidRPr="00B136ED">
        <w:rPr>
          <w:sz w:val="18"/>
          <w:szCs w:val="18"/>
        </w:rPr>
        <w:t>13/1997 Sb.</w:t>
      </w:r>
      <w:r w:rsidR="00223CF2" w:rsidRPr="00B136ED">
        <w:rPr>
          <w:sz w:val="18"/>
          <w:szCs w:val="18"/>
        </w:rPr>
        <w:t xml:space="preserve"> (o pozemních komunikacích)</w:t>
      </w:r>
      <w:r w:rsidRPr="00B136ED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B136ED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B136ED">
        <w:t>SM105</w:t>
      </w:r>
      <w:r w:rsidR="00757E4D" w:rsidRPr="00B136ED">
        <w:t>.</w:t>
      </w:r>
      <w:r w:rsidR="00857CC5" w:rsidRPr="00B136ED">
        <w:t xml:space="preserve"> </w:t>
      </w:r>
    </w:p>
    <w:p w14:paraId="14105346" w14:textId="77777777" w:rsidR="00744694" w:rsidRPr="00B136ED" w:rsidRDefault="00744694" w:rsidP="00F21EDB">
      <w:pPr>
        <w:pStyle w:val="Text2-2"/>
        <w:rPr>
          <w:bCs/>
        </w:rPr>
      </w:pPr>
      <w:r w:rsidRPr="00B136ED">
        <w:t xml:space="preserve">Pro přesnou </w:t>
      </w:r>
      <w:r w:rsidRPr="00B136ED">
        <w:rPr>
          <w:b/>
        </w:rPr>
        <w:t>identifikaci podzemních sítí,</w:t>
      </w:r>
      <w:r w:rsidRPr="00B136ED">
        <w:t xml:space="preserve"> metalických a optických kabelů, kanalizace, vody a plynu budou použity </w:t>
      </w:r>
      <w:r w:rsidRPr="00B136ED">
        <w:rPr>
          <w:b/>
          <w:bCs/>
        </w:rPr>
        <w:t>RFID markery</w:t>
      </w:r>
      <w:r w:rsidRPr="00B136ED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B136ED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 xml:space="preserve">Silová </w:t>
      </w:r>
      <w:r w:rsidRPr="00B136ED">
        <w:rPr>
          <w:b/>
          <w:sz w:val="18"/>
          <w:szCs w:val="18"/>
        </w:rPr>
        <w:t>zařízení a kabely</w:t>
      </w:r>
      <w:r w:rsidRPr="00B136ED">
        <w:rPr>
          <w:sz w:val="18"/>
          <w:szCs w:val="18"/>
        </w:rPr>
        <w:t xml:space="preserve"> (včetně kabelů určených k napájení zabezpečovacích zařízení) – </w:t>
      </w:r>
      <w:r w:rsidRPr="00B136ED">
        <w:rPr>
          <w:b/>
          <w:sz w:val="18"/>
          <w:szCs w:val="18"/>
        </w:rPr>
        <w:t>červený marker</w:t>
      </w:r>
      <w:r w:rsidRPr="00B136ED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B136ED" w:rsidRDefault="00744694" w:rsidP="00F21EDB">
      <w:pPr>
        <w:pStyle w:val="Text2-2"/>
        <w:numPr>
          <w:ilvl w:val="4"/>
          <w:numId w:val="14"/>
        </w:numPr>
      </w:pPr>
      <w:r w:rsidRPr="00B136ED">
        <w:t>Rozvody</w:t>
      </w:r>
      <w:r w:rsidRPr="00B136ED">
        <w:rPr>
          <w:b/>
        </w:rPr>
        <w:t xml:space="preserve"> vody a jejich zařízení – modrý marker</w:t>
      </w:r>
      <w:r w:rsidRPr="00B136ED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B136ED" w:rsidRDefault="00744694" w:rsidP="00F21EDB">
      <w:pPr>
        <w:pStyle w:val="Text2-2"/>
        <w:numPr>
          <w:ilvl w:val="4"/>
          <w:numId w:val="14"/>
        </w:numPr>
      </w:pPr>
      <w:r w:rsidRPr="00B136ED">
        <w:t>Rozvody</w:t>
      </w:r>
      <w:r w:rsidRPr="00B136ED">
        <w:rPr>
          <w:b/>
        </w:rPr>
        <w:t xml:space="preserve"> plynu a jejich zařízení – žlutý marker</w:t>
      </w:r>
      <w:r w:rsidRPr="00B136ED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B136ED" w:rsidRDefault="00744694" w:rsidP="00F21EDB">
      <w:pPr>
        <w:pStyle w:val="Text2-2"/>
        <w:numPr>
          <w:ilvl w:val="4"/>
          <w:numId w:val="14"/>
        </w:numPr>
      </w:pPr>
      <w:r w:rsidRPr="00B136ED">
        <w:rPr>
          <w:b/>
        </w:rPr>
        <w:t>Sdělovací zařízení a kabely – oranžový marker</w:t>
      </w:r>
      <w:r w:rsidRPr="00B136ED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b/>
          <w:sz w:val="18"/>
          <w:szCs w:val="18"/>
        </w:rPr>
        <w:t>Zabezpečovací zařízení – fialový marker</w:t>
      </w:r>
      <w:r w:rsidRPr="00B136ED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B136ED" w:rsidRDefault="00FD0503" w:rsidP="00F21EDB">
      <w:pPr>
        <w:pStyle w:val="Text2-2"/>
        <w:numPr>
          <w:ilvl w:val="4"/>
          <w:numId w:val="14"/>
        </w:numPr>
      </w:pPr>
      <w:r w:rsidRPr="00B136ED">
        <w:rPr>
          <w:b/>
          <w:bCs/>
        </w:rPr>
        <w:t>Odpadní</w:t>
      </w:r>
      <w:r w:rsidRPr="00B136ED">
        <w:rPr>
          <w:b/>
        </w:rPr>
        <w:t xml:space="preserve"> voda – zelený marker</w:t>
      </w:r>
      <w:r w:rsidRPr="00B136ED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B136ED" w:rsidRDefault="00FD0503" w:rsidP="00F21EDB">
      <w:pPr>
        <w:pStyle w:val="Text2-2"/>
      </w:pPr>
      <w:r w:rsidRPr="00B136ED">
        <w:t>Označníky je nutno k uloženým kabelům, potrubím a podzemním zařízením pevně upevňovat (např. plastovou vázací páskou).</w:t>
      </w:r>
    </w:p>
    <w:p w14:paraId="4E4E79CD" w14:textId="77777777" w:rsidR="00FD0503" w:rsidRPr="00B136ED" w:rsidRDefault="00FD0503" w:rsidP="00F21EDB">
      <w:pPr>
        <w:pStyle w:val="Text2-2"/>
      </w:pPr>
      <w:r w:rsidRPr="00B136ED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B136ED" w:rsidRDefault="00FD0503" w:rsidP="00F21EDB">
      <w:pPr>
        <w:pStyle w:val="Text2-2"/>
      </w:pPr>
      <w:r w:rsidRPr="00B136ED">
        <w:t>U složek, které nemají žádnou elektronickou databázi, se bude tato informace zadávat ve stejném znění do dokumentace.</w:t>
      </w:r>
    </w:p>
    <w:p w14:paraId="25A7416C" w14:textId="77777777" w:rsidR="00FD0503" w:rsidRPr="00B136ED" w:rsidRDefault="00FD0503" w:rsidP="00F21EDB">
      <w:pPr>
        <w:pStyle w:val="Text2-2"/>
      </w:pPr>
      <w:r w:rsidRPr="00B136ED">
        <w:t>Informace o použití markerů bude zaznamenaná do DSPS.</w:t>
      </w:r>
    </w:p>
    <w:p w14:paraId="1C859E22" w14:textId="77777777" w:rsidR="00FD0503" w:rsidRPr="00B136ED" w:rsidRDefault="00FD0503" w:rsidP="000C3375">
      <w:pPr>
        <w:pStyle w:val="Text2-2"/>
      </w:pPr>
      <w:r w:rsidRPr="00B136ED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B136ED" w:rsidRDefault="00FD0503" w:rsidP="00F21EDB">
      <w:pPr>
        <w:pStyle w:val="Text2-2"/>
      </w:pPr>
      <w:r w:rsidRPr="00B136ED">
        <w:rPr>
          <w:b/>
        </w:rPr>
        <w:t xml:space="preserve">V </w:t>
      </w:r>
      <w:r w:rsidR="000C3375" w:rsidRPr="00B136ED">
        <w:rPr>
          <w:b/>
        </w:rPr>
        <w:t>dokumentaci skutečného provedení stavby (</w:t>
      </w:r>
      <w:r w:rsidRPr="00B136ED">
        <w:rPr>
          <w:b/>
        </w:rPr>
        <w:t>DSPS</w:t>
      </w:r>
      <w:r w:rsidR="000C3375" w:rsidRPr="00B136ED">
        <w:rPr>
          <w:b/>
        </w:rPr>
        <w:t>)</w:t>
      </w:r>
      <w:r w:rsidRPr="00B136ED">
        <w:rPr>
          <w:b/>
        </w:rPr>
        <w:t xml:space="preserve"> </w:t>
      </w:r>
      <w:r w:rsidRPr="00B136ED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B136ED" w:rsidRDefault="000C3375" w:rsidP="00F21EDB">
      <w:pPr>
        <w:pStyle w:val="Text2-2"/>
      </w:pPr>
      <w:r w:rsidRPr="00B136ED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B136ED" w:rsidRDefault="00FD0503" w:rsidP="005220AF">
      <w:pPr>
        <w:pStyle w:val="Text2-2"/>
      </w:pPr>
      <w:r w:rsidRPr="00B136ED">
        <w:rPr>
          <w:b/>
        </w:rPr>
        <w:t>Souborné zpracování geodetické části DSPS</w:t>
      </w:r>
      <w:r w:rsidRPr="00B136ED">
        <w:t xml:space="preserve"> bude předáno Objednateli v listinné a elektronické podobě v tomto členění:</w:t>
      </w:r>
    </w:p>
    <w:p w14:paraId="04895C1A" w14:textId="77777777" w:rsidR="00FD0503" w:rsidRPr="00B136ED" w:rsidRDefault="00FD0503" w:rsidP="00F21EDB">
      <w:pPr>
        <w:pStyle w:val="Text2-2"/>
        <w:numPr>
          <w:ilvl w:val="4"/>
          <w:numId w:val="14"/>
        </w:numPr>
      </w:pPr>
      <w:r w:rsidRPr="00B136ED">
        <w:t>Technická zpráva a Předávací protokol (ve formátu *.pdf),</w:t>
      </w:r>
    </w:p>
    <w:p w14:paraId="249EF484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Elaborát bodového pole:</w:t>
      </w:r>
    </w:p>
    <w:p w14:paraId="6F29101D" w14:textId="77777777" w:rsidR="00FD0503" w:rsidRPr="00B136ED" w:rsidRDefault="00FD0503" w:rsidP="00F21EDB">
      <w:pPr>
        <w:pStyle w:val="Text2-2"/>
        <w:numPr>
          <w:ilvl w:val="5"/>
          <w:numId w:val="14"/>
        </w:numPr>
      </w:pPr>
      <w:r w:rsidRPr="00B136ED">
        <w:t>dokumentace po stavbě předaného ŽBP do správy SŽG, zřízeného v souladu Metodickým pokynem SŽDC M20/MP007</w:t>
      </w:r>
      <w:r w:rsidR="007F5DDD" w:rsidRPr="00B136ED">
        <w:t xml:space="preserve"> Železniční bodové pole </w:t>
      </w:r>
      <w:r w:rsidRPr="00B136ED">
        <w:t>(způsob stabilizace, měření, zpracování, obsah dokumentace),</w:t>
      </w:r>
    </w:p>
    <w:p w14:paraId="155C17CF" w14:textId="77777777" w:rsidR="00FD0503" w:rsidRPr="00B136ED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136ED" w:rsidRDefault="00252A5C" w:rsidP="00F21EDB">
      <w:pPr>
        <w:pStyle w:val="Text2-2"/>
        <w:numPr>
          <w:ilvl w:val="4"/>
          <w:numId w:val="14"/>
        </w:numPr>
      </w:pPr>
      <w:r w:rsidRPr="00B136ED">
        <w:t>Seznamy souřadnic podrobných bodů (ve formátu *.txt):</w:t>
      </w:r>
    </w:p>
    <w:p w14:paraId="62DB22EE" w14:textId="77777777" w:rsidR="00252A5C" w:rsidRPr="00B136E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136ED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B136ED" w:rsidRDefault="00252A5C" w:rsidP="00F21EDB">
      <w:pPr>
        <w:pStyle w:val="Text2-2"/>
        <w:numPr>
          <w:ilvl w:val="5"/>
          <w:numId w:val="14"/>
        </w:numPr>
      </w:pPr>
      <w:r w:rsidRPr="00B136ED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136E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B136ED" w:rsidRDefault="00252A5C" w:rsidP="00F21EDB">
      <w:pPr>
        <w:pStyle w:val="Text2-2"/>
        <w:numPr>
          <w:ilvl w:val="4"/>
          <w:numId w:val="14"/>
        </w:numPr>
      </w:pPr>
      <w:r w:rsidRPr="00B136ED">
        <w:t>Výkresové soubory (ve formátu *.dgn). Název souboru musí začínat „DSPS_PVS_, KN_, NH_, PS_ nebo SO_“:</w:t>
      </w:r>
    </w:p>
    <w:p w14:paraId="16B6725F" w14:textId="77777777" w:rsidR="00443D42" w:rsidRPr="00B136E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136E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Výkres v M 1:1000 se zákresem platné mapy KN,</w:t>
      </w:r>
    </w:p>
    <w:p w14:paraId="52AE6075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Výkres v M 1:1000 se zákresem nové hranice ČD, SŽ po stavbě.</w:t>
      </w:r>
    </w:p>
    <w:p w14:paraId="06B758E6" w14:textId="77777777" w:rsidR="00443D42" w:rsidRPr="00B136ED" w:rsidRDefault="00443D42" w:rsidP="00F21EDB">
      <w:pPr>
        <w:pStyle w:val="Text2-2"/>
        <w:numPr>
          <w:ilvl w:val="4"/>
          <w:numId w:val="14"/>
        </w:numPr>
      </w:pPr>
      <w:r w:rsidRPr="00B136ED">
        <w:t>Předané geodetické části DSPS jednotlivých PS a SO</w:t>
      </w:r>
    </w:p>
    <w:p w14:paraId="42DA34B7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Seznam čísel a názvů PS a SO s uvedením zhotovitele geodetické části DSPS jednotlivých PS a SO (ve formátu *.</w:t>
      </w:r>
      <w:proofErr w:type="spellStart"/>
      <w:r w:rsidRPr="00B136ED">
        <w:t>xlsx</w:t>
      </w:r>
      <w:proofErr w:type="spellEnd"/>
      <w:r w:rsidRPr="00B136ED">
        <w:t>),</w:t>
      </w:r>
    </w:p>
    <w:p w14:paraId="48251D0F" w14:textId="77777777" w:rsidR="006C0E7C" w:rsidRPr="00B136ED" w:rsidRDefault="00443D42" w:rsidP="00F21EDB">
      <w:pPr>
        <w:pStyle w:val="Text2-2"/>
        <w:numPr>
          <w:ilvl w:val="5"/>
          <w:numId w:val="14"/>
        </w:numPr>
      </w:pPr>
      <w:r w:rsidRPr="00B136ED">
        <w:t>TZ k jednotlivým PS a SO (ve formátu *.pdf),</w:t>
      </w:r>
    </w:p>
    <w:p w14:paraId="52D8945A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Seznam souřadnic, výšek a charakteristik podrobných bodů k jednotlivým SO a PS (ve formátu *.txt</w:t>
      </w:r>
      <w:r w:rsidR="007F5DDD" w:rsidRPr="00B136ED">
        <w:t>),</w:t>
      </w:r>
    </w:p>
    <w:p w14:paraId="59C01A9C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136ED" w:rsidRDefault="005220AF" w:rsidP="00F21EDB">
      <w:pPr>
        <w:pStyle w:val="Text2-2"/>
        <w:numPr>
          <w:ilvl w:val="5"/>
          <w:numId w:val="14"/>
        </w:numPr>
      </w:pPr>
      <w:r w:rsidRPr="00B136ED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136ED" w:rsidRDefault="005220AF" w:rsidP="00F21EDB">
      <w:pPr>
        <w:pStyle w:val="Text2-2"/>
        <w:numPr>
          <w:ilvl w:val="4"/>
          <w:numId w:val="14"/>
        </w:numPr>
      </w:pPr>
      <w:r w:rsidRPr="00B136ED">
        <w:t>Geometrické plány</w:t>
      </w:r>
    </w:p>
    <w:p w14:paraId="2517EEEB" w14:textId="77777777" w:rsidR="005220AF" w:rsidRPr="00B136ED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136ED" w:rsidRDefault="005220AF" w:rsidP="00F21EDB">
      <w:pPr>
        <w:pStyle w:val="Text2-2"/>
        <w:numPr>
          <w:ilvl w:val="5"/>
          <w:numId w:val="14"/>
        </w:numPr>
        <w:spacing w:after="240"/>
      </w:pPr>
      <w:r w:rsidRPr="00B136ED">
        <w:t xml:space="preserve">Geometrické plány a přílohy dle </w:t>
      </w:r>
      <w:proofErr w:type="spellStart"/>
      <w:r w:rsidRPr="00B136ED">
        <w:t>podčlánku</w:t>
      </w:r>
      <w:proofErr w:type="spellEnd"/>
      <w:r w:rsidRPr="00B136ED">
        <w:t xml:space="preserve"> 1.7.3.5 Kapitoly 1 TKP.</w:t>
      </w:r>
    </w:p>
    <w:p w14:paraId="7566AFC7" w14:textId="77777777" w:rsidR="005220AF" w:rsidRPr="00B136ED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B136ED">
        <w:rPr>
          <w:sz w:val="18"/>
          <w:szCs w:val="18"/>
        </w:rPr>
        <w:t>docx</w:t>
      </w:r>
      <w:proofErr w:type="spellEnd"/>
      <w:r w:rsidRPr="00B136ED">
        <w:rPr>
          <w:sz w:val="18"/>
          <w:szCs w:val="18"/>
        </w:rPr>
        <w:t>,*.</w:t>
      </w:r>
      <w:proofErr w:type="spellStart"/>
      <w:r w:rsidRPr="00B136ED">
        <w:rPr>
          <w:sz w:val="18"/>
          <w:szCs w:val="18"/>
        </w:rPr>
        <w:t>xlsx</w:t>
      </w:r>
      <w:proofErr w:type="spellEnd"/>
      <w:r w:rsidRPr="00B136ED">
        <w:rPr>
          <w:sz w:val="18"/>
          <w:szCs w:val="18"/>
        </w:rPr>
        <w:t>, *.</w:t>
      </w:r>
      <w:proofErr w:type="spellStart"/>
      <w:r w:rsidRPr="00B136ED">
        <w:rPr>
          <w:sz w:val="18"/>
          <w:szCs w:val="18"/>
        </w:rPr>
        <w:t>dwg</w:t>
      </w:r>
      <w:proofErr w:type="spellEnd"/>
      <w:r w:rsidRPr="00B136ED">
        <w:rPr>
          <w:sz w:val="18"/>
          <w:szCs w:val="18"/>
        </w:rPr>
        <w:t>, *.</w:t>
      </w:r>
      <w:proofErr w:type="spellStart"/>
      <w:r w:rsidRPr="00B136ED">
        <w:rPr>
          <w:sz w:val="18"/>
          <w:szCs w:val="18"/>
        </w:rPr>
        <w:t>dng</w:t>
      </w:r>
      <w:proofErr w:type="spellEnd"/>
      <w:r w:rsidRPr="00B136ED">
        <w:rPr>
          <w:sz w:val="18"/>
          <w:szCs w:val="18"/>
        </w:rPr>
        <w:t>, případně *.</w:t>
      </w:r>
      <w:proofErr w:type="spellStart"/>
      <w:r w:rsidRPr="00B136ED">
        <w:rPr>
          <w:sz w:val="18"/>
          <w:szCs w:val="18"/>
        </w:rPr>
        <w:t>dfx</w:t>
      </w:r>
      <w:proofErr w:type="spellEnd"/>
      <w:r w:rsidRPr="00B136ED">
        <w:rPr>
          <w:sz w:val="18"/>
          <w:szCs w:val="18"/>
        </w:rPr>
        <w:t xml:space="preserve"> a *.</w:t>
      </w:r>
      <w:proofErr w:type="spellStart"/>
      <w:r w:rsidRPr="00B136ED">
        <w:rPr>
          <w:sz w:val="18"/>
          <w:szCs w:val="18"/>
        </w:rPr>
        <w:t>pdf</w:t>
      </w:r>
      <w:proofErr w:type="spellEnd"/>
      <w:r w:rsidRPr="00B136ED">
        <w:rPr>
          <w:sz w:val="18"/>
          <w:szCs w:val="18"/>
        </w:rPr>
        <w:t>).</w:t>
      </w:r>
    </w:p>
    <w:p w14:paraId="7F724E90" w14:textId="77777777" w:rsidR="009F244D" w:rsidRPr="00B136ED" w:rsidRDefault="009F244D" w:rsidP="009F244D">
      <w:pPr>
        <w:pStyle w:val="Text2-2"/>
      </w:pPr>
      <w:r w:rsidRPr="00B136ED">
        <w:t>V listinné podobě bude DSPS předána v rozsahu čl. 4.1.</w:t>
      </w:r>
      <w:r w:rsidR="00FD5F18" w:rsidRPr="00B136ED">
        <w:t>3.</w:t>
      </w:r>
      <w:r w:rsidR="001D0D0C" w:rsidRPr="00B136ED">
        <w:t>31</w:t>
      </w:r>
      <w:r w:rsidRPr="00B136ED">
        <w:t xml:space="preserve"> těchto ZTP dle </w:t>
      </w:r>
      <w:proofErr w:type="gramStart"/>
      <w:r w:rsidRPr="00B136ED">
        <w:t>části a), e), f)(v) a f)(vi</w:t>
      </w:r>
      <w:proofErr w:type="gramEnd"/>
      <w:r w:rsidRPr="00B136ED">
        <w:t>).</w:t>
      </w:r>
    </w:p>
    <w:p w14:paraId="5F3CF275" w14:textId="77777777" w:rsidR="009F244D" w:rsidRPr="004C0EB7" w:rsidRDefault="009F244D" w:rsidP="009F244D">
      <w:pPr>
        <w:pStyle w:val="Text2-2"/>
      </w:pPr>
      <w:r w:rsidRPr="004C0EB7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4C0EB7" w:rsidRDefault="009F244D" w:rsidP="00F21EDB">
      <w:pPr>
        <w:pStyle w:val="Text2-2"/>
      </w:pPr>
      <w:r w:rsidRPr="004C0EB7">
        <w:rPr>
          <w:b/>
        </w:rPr>
        <w:t>Součástí dokumentů skutečného provedení stavby</w:t>
      </w:r>
      <w:r w:rsidRPr="004C0EB7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4C0EB7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4C0EB7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doklady o projednání PDPS,</w:t>
      </w:r>
    </w:p>
    <w:p w14:paraId="17D05DC8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závazná stanoviska dotčených orgánů a další doklady o jednání s dotčenými orgány a účastníky stavebního řízení,</w:t>
      </w:r>
    </w:p>
    <w:p w14:paraId="2FAA8CA9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vyjádření vlastníků a správců dotčených inženýrských sítí,</w:t>
      </w:r>
    </w:p>
    <w:p w14:paraId="3CE3026A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4C0EB7" w:rsidRDefault="006C44FD" w:rsidP="006C44FD">
      <w:pPr>
        <w:pStyle w:val="Text2-2"/>
      </w:pPr>
      <w:r w:rsidRPr="006F687F">
        <w:t xml:space="preserve">Zhotovitel se zavazuje Objednateli sdělit, kde bude dle požadavků právních </w:t>
      </w:r>
      <w:r w:rsidRPr="004C0EB7">
        <w:t>předpisů uchovávat potřebné doklady o nakládání s odpady.</w:t>
      </w:r>
    </w:p>
    <w:p w14:paraId="194E9CD9" w14:textId="77777777" w:rsidR="006F687F" w:rsidRPr="004C0EB7" w:rsidRDefault="006F687F" w:rsidP="006F687F">
      <w:pPr>
        <w:pStyle w:val="Text2-2"/>
      </w:pPr>
      <w:r w:rsidRPr="004C0EB7">
        <w:t xml:space="preserve">Zhotovitel se zavazuje zajistit u svých zaměstnanců a zaměstnanců poddodavatelů prokazatelné seznámení s </w:t>
      </w:r>
      <w:r w:rsidRPr="004C0EB7">
        <w:rPr>
          <w:b/>
        </w:rPr>
        <w:t xml:space="preserve">plánem BOZP </w:t>
      </w:r>
      <w:r w:rsidRPr="004C0EB7">
        <w:t>Díla (dle zákona č. 309/2006 Sb.</w:t>
      </w:r>
      <w:r w:rsidR="006C44FD" w:rsidRPr="004C0EB7">
        <w:t xml:space="preserve"> (zákon o zajištění dalších podmínek bezpečnosti a ochrany zdraví při práci))</w:t>
      </w:r>
      <w:r w:rsidRPr="004C0EB7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5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27D32AFA" w:rsidR="00DC55C8" w:rsidRDefault="00DC55C8" w:rsidP="00DC55C8">
      <w:pPr>
        <w:pStyle w:val="Text2-1"/>
      </w:pPr>
      <w:r w:rsidRPr="00DC55C8">
        <w:t xml:space="preserve">Zhotovitel </w:t>
      </w:r>
      <w:r w:rsidRPr="004C0EB7">
        <w:t>zažádá jmenovaného ÚOZI (úředně oprávněný zeměměřičský inženýr) Objednatele bude uveden kontakt na místně příslušného pracovníka SŽG  dle konkrétního OŘ (Jméno, Příjmení, telefon, email) o zajištění</w:t>
      </w:r>
      <w:r w:rsidRPr="00DC55C8">
        <w:t xml:space="preserve">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4C0EB7" w:rsidRDefault="00DC55C8" w:rsidP="00DC55C8">
      <w:pPr>
        <w:pStyle w:val="Text2-1"/>
      </w:pPr>
      <w:r w:rsidRPr="004C0EB7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EB7" w:rsidRDefault="00DC55C8" w:rsidP="00DC55C8">
      <w:pPr>
        <w:pStyle w:val="Text2-1"/>
      </w:pPr>
      <w:r w:rsidRPr="004C0EB7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F92D36" w:rsidRDefault="00DC55C8" w:rsidP="00F92D36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39" w:name="_Toc6410438"/>
      <w:bookmarkStart w:id="40" w:name="_Toc121494851"/>
      <w:r>
        <w:t>Doklady překládané zhotovitelem</w:t>
      </w:r>
      <w:bookmarkEnd w:id="39"/>
      <w:bookmarkEnd w:id="40"/>
    </w:p>
    <w:p w14:paraId="44E06185" w14:textId="760C7A57" w:rsidR="00D12C76" w:rsidRPr="004C0EB7" w:rsidRDefault="00562909" w:rsidP="00562909">
      <w:pPr>
        <w:pStyle w:val="Text2-1"/>
      </w:pPr>
      <w:r w:rsidRPr="004C0EB7">
        <w:t>Pokud již Zhotovitel nepředložil dále uvedené doklady pře</w:t>
      </w:r>
      <w:r w:rsidR="000208BD" w:rsidRPr="004C0EB7">
        <w:t>d</w:t>
      </w:r>
      <w:r w:rsidRPr="004C0EB7">
        <w:t xml:space="preserve"> uzavřením SOD, předloží p</w:t>
      </w:r>
      <w:r w:rsidR="00D12C76" w:rsidRPr="004C0EB7">
        <w:t>řed zahájením prací na objektech, jejichž součástí jsou „Určená technická zařízení“ ve smyslu vyhlášky MD č. 100/1995 Sb., kterou se stanoví podmínky pro provoz, konstrukci a</w:t>
      </w:r>
      <w:r w:rsidRPr="004C0EB7">
        <w:t> </w:t>
      </w:r>
      <w:r w:rsidR="00D12C76" w:rsidRPr="004C0EB7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4C0EB7">
        <w:t xml:space="preserve">pověření nebo má </w:t>
      </w:r>
      <w:r w:rsidR="00D12C76" w:rsidRPr="004C0EB7">
        <w:t xml:space="preserve">zajištěnou spolupráci </w:t>
      </w:r>
      <w:r w:rsidRPr="004C0EB7">
        <w:t>s </w:t>
      </w:r>
      <w:r w:rsidR="00D12C76" w:rsidRPr="004C0EB7">
        <w:t>právnick</w:t>
      </w:r>
      <w:r w:rsidRPr="004C0EB7">
        <w:t xml:space="preserve">ou </w:t>
      </w:r>
      <w:r w:rsidR="00D12C76" w:rsidRPr="004C0EB7">
        <w:t>osob</w:t>
      </w:r>
      <w:r w:rsidRPr="004C0EB7">
        <w:t>ou, která má pověření</w:t>
      </w:r>
      <w:r w:rsidR="00D12C76" w:rsidRPr="004C0EB7">
        <w:t xml:space="preserve"> podle ustanovení § 47 odst. 4 zákona č. 266/1994 Sb. o drahách v platném znění pro všechny druhy „Určených technických zařízení“, dotčených </w:t>
      </w:r>
      <w:r w:rsidR="00840EA1" w:rsidRPr="004C0EB7">
        <w:t>stavebními pr</w:t>
      </w:r>
      <w:r w:rsidR="00174630" w:rsidRPr="004C0EB7">
        <w:t>a</w:t>
      </w:r>
      <w:r w:rsidR="00840EA1" w:rsidRPr="004C0EB7">
        <w:t xml:space="preserve">cemi. </w:t>
      </w:r>
      <w:r w:rsidR="00D12C76" w:rsidRPr="004C0EB7">
        <w:t>Z tohoto dokladu musí být zřejmé, že se vztahuje k plnění předmětné zakázky a bez jeho předložení těchto dokladů nebude možné zahájit práce na výše uvedených objektech.</w:t>
      </w:r>
    </w:p>
    <w:p w14:paraId="41759A4E" w14:textId="77777777" w:rsidR="00D12C76" w:rsidRPr="004C0EB7" w:rsidRDefault="00D12C76" w:rsidP="00D12C76">
      <w:pPr>
        <w:pStyle w:val="Text2-1"/>
      </w:pPr>
      <w:bookmarkStart w:id="41" w:name="_Ref62136016"/>
      <w:bookmarkStart w:id="42" w:name="_Ref62143456"/>
      <w:r w:rsidRPr="004C0EB7">
        <w:t>ES prohlášení o ověření subsystému:</w:t>
      </w:r>
      <w:bookmarkEnd w:id="41"/>
      <w:bookmarkEnd w:id="42"/>
    </w:p>
    <w:p w14:paraId="63B3DF2E" w14:textId="77777777" w:rsidR="00F310FA" w:rsidRPr="004C0EB7" w:rsidRDefault="00D12C76" w:rsidP="00F21EDB">
      <w:pPr>
        <w:pStyle w:val="Text2-2"/>
      </w:pPr>
      <w:r w:rsidRPr="004C0EB7">
        <w:t>Zhotovitel musí rovněž zajistit aktualizaci nebo vydání nového průkazu způsobilosti UTZ.</w:t>
      </w:r>
    </w:p>
    <w:p w14:paraId="25F74BBF" w14:textId="77777777" w:rsidR="00B85A67" w:rsidRPr="00606137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00B8E2C3" w14:textId="0A6B0F26" w:rsidR="00470F14" w:rsidRPr="004C0EB7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4C0EB7">
        <w:t xml:space="preserve">Předání DSPS dle oddílu 1.11.5 Kapitoly 1 TKP </w:t>
      </w:r>
      <w:r w:rsidR="00525C0C" w:rsidRPr="004C0EB7">
        <w:t>a dle</w:t>
      </w:r>
      <w:r w:rsidRPr="004C0EB7">
        <w:t xml:space="preserve"> čl. 4.1.2.23 - 4.1.2.28 těchto ZTP proběhne na médiu: </w:t>
      </w:r>
      <w:r w:rsidRPr="004C0EB7">
        <w:rPr>
          <w:b/>
        </w:rPr>
        <w:t xml:space="preserve">USB </w:t>
      </w:r>
      <w:proofErr w:type="spellStart"/>
      <w:r w:rsidRPr="004C0EB7">
        <w:rPr>
          <w:b/>
        </w:rPr>
        <w:t>flash</w:t>
      </w:r>
      <w:proofErr w:type="spellEnd"/>
      <w:r w:rsidRPr="004C0EB7">
        <w:rPr>
          <w:b/>
        </w:rPr>
        <w:t xml:space="preserve"> disk</w:t>
      </w:r>
      <w:bookmarkStart w:id="43" w:name="_GoBack"/>
      <w:bookmarkEnd w:id="43"/>
      <w:r w:rsidR="00470F14" w:rsidRPr="004C0EB7">
        <w:rPr>
          <w:rFonts w:eastAsia="Verdana" w:cs="Times New Roman"/>
        </w:rPr>
        <w:t xml:space="preserve"> nebo </w:t>
      </w:r>
      <w:r w:rsidR="00470F14" w:rsidRPr="004C0EB7">
        <w:rPr>
          <w:rFonts w:eastAsia="Verdana" w:cs="Times New Roman"/>
          <w:b/>
        </w:rPr>
        <w:t>s využitím aplikace</w:t>
      </w:r>
      <w:r w:rsidR="00470F14" w:rsidRPr="004C0EB7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4C0EB7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4C0EB7">
        <w:rPr>
          <w:rFonts w:eastAsia="Verdana" w:cs="Times New Roman"/>
        </w:rPr>
        <w:t>). Helpdesk pro aplikaci poskytuje: p. Jaromír Talůžek, S</w:t>
      </w:r>
      <w:r w:rsidR="0045657D" w:rsidRPr="004C0EB7">
        <w:rPr>
          <w:rFonts w:eastAsia="Verdana" w:cs="Times New Roman"/>
        </w:rPr>
        <w:t>ŽT</w:t>
      </w:r>
      <w:r w:rsidR="00470F14" w:rsidRPr="004C0EB7">
        <w:rPr>
          <w:rFonts w:eastAsia="Verdana" w:cs="Times New Roman"/>
        </w:rPr>
        <w:t xml:space="preserve"> SŽ</w:t>
      </w:r>
      <w:r w:rsidR="0045657D" w:rsidRPr="004C0EB7">
        <w:rPr>
          <w:rFonts w:eastAsia="Verdana" w:cs="Times New Roman"/>
        </w:rPr>
        <w:t>,</w:t>
      </w:r>
      <w:r w:rsidR="00470F14" w:rsidRPr="004C0EB7">
        <w:rPr>
          <w:rFonts w:eastAsia="Verdana" w:cs="Times New Roman"/>
        </w:rPr>
        <w:t xml:space="preserve"> +420 606 796 338, Taluzek@spravazeleznic.cz</w:t>
      </w:r>
    </w:p>
    <w:p w14:paraId="0E5D6125" w14:textId="77777777" w:rsidR="00074410" w:rsidRDefault="00074410" w:rsidP="000208BD">
      <w:pPr>
        <w:pStyle w:val="Text2-2"/>
        <w:numPr>
          <w:ilvl w:val="0"/>
          <w:numId w:val="0"/>
        </w:numPr>
      </w:pPr>
    </w:p>
    <w:p w14:paraId="7CEB78BD" w14:textId="77777777" w:rsidR="00DF7BAA" w:rsidRPr="000124A1" w:rsidRDefault="00DF7BAA" w:rsidP="00DF7BAA">
      <w:pPr>
        <w:pStyle w:val="Nadpis2-2"/>
      </w:pPr>
      <w:bookmarkStart w:id="44" w:name="_Toc6410455"/>
      <w:bookmarkStart w:id="45" w:name="_Toc121494868"/>
      <w:r w:rsidRPr="000124A1">
        <w:t>Pozemní stavební objekty</w:t>
      </w:r>
      <w:bookmarkEnd w:id="44"/>
      <w:bookmarkEnd w:id="45"/>
    </w:p>
    <w:p w14:paraId="11990EA8" w14:textId="0642A54A" w:rsidR="00A16D04" w:rsidRPr="00F96252" w:rsidRDefault="003D72A5" w:rsidP="003C7252">
      <w:pPr>
        <w:pStyle w:val="Text2-1"/>
      </w:pPr>
      <w:r w:rsidRPr="00F96252">
        <w:t xml:space="preserve">Vzhledem k nutnosti zachování </w:t>
      </w:r>
      <w:r w:rsidR="00F96252">
        <w:t xml:space="preserve">geodetického bodu umístěného na fasádě objektu je nad rámec zpracovaného projektu rozpočet doplněn o osazení dvířek do ETICS v souladu s vyjádřením Katastrálního úřadu pro Vysočinu č.j. </w:t>
      </w:r>
      <w:proofErr w:type="spellStart"/>
      <w:r w:rsidR="00F96252">
        <w:t>Kú</w:t>
      </w:r>
      <w:proofErr w:type="spellEnd"/>
      <w:r w:rsidR="00F96252">
        <w:t xml:space="preserve"> 7663/2022-760-3000 ze dne 9. 9. 202</w:t>
      </w:r>
      <w:r w:rsidR="001F3CE2">
        <w:t>2</w:t>
      </w:r>
      <w:r w:rsidR="00502AE8" w:rsidRPr="00F96252">
        <w:t>.</w:t>
      </w:r>
    </w:p>
    <w:p w14:paraId="3B67C881" w14:textId="77777777" w:rsidR="00DF7BAA" w:rsidRDefault="00DF7BAA" w:rsidP="00DF7BAA">
      <w:pPr>
        <w:pStyle w:val="Nadpis2-2"/>
      </w:pPr>
      <w:bookmarkStart w:id="46" w:name="_Toc121494870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C16B3D" w:rsidRDefault="00E50E94" w:rsidP="00C16B3D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21494871"/>
      <w:r w:rsidRPr="00EC2E51">
        <w:t>ORGANIZACE</w:t>
      </w:r>
      <w:r>
        <w:t xml:space="preserve"> VÝSTAVBY, VÝLUKY</w:t>
      </w:r>
      <w:bookmarkEnd w:id="48"/>
      <w:bookmarkEnd w:id="49"/>
    </w:p>
    <w:p w14:paraId="050E6C73" w14:textId="77777777" w:rsidR="00116C19" w:rsidRDefault="00502AE8" w:rsidP="00250E99">
      <w:pPr>
        <w:pStyle w:val="Text2-1"/>
      </w:pPr>
      <w:r w:rsidRPr="00250E99">
        <w:t>Vzhledem k</w:t>
      </w:r>
      <w:r w:rsidR="00250E99">
        <w:t xml:space="preserve"> obsazení obou bytových jednotek nájemníky budou tito po celou dobu výstavby nadále užívat bytové jednotky, a proto je nutné s tímto při vlastní realizaci počítat. </w:t>
      </w:r>
      <w:r w:rsidR="00250E99" w:rsidRPr="00741319">
        <w:t>Dále zajistí přechodnými opatřeními objekty tak, aby nedošlo k zatečení atmosférické</w:t>
      </w:r>
      <w:r w:rsidR="00250E99">
        <w:t xml:space="preserve"> vody po celou dobu stavby a v obdobích se zvýšeným množstvím srážek nebo při větru zajistí pravidelné kontroly svými zaměstnanci těchto opatření tak, aby </w:t>
      </w:r>
      <w:r w:rsidR="00116C19">
        <w:t>byla po celou dobu vždy účinná.</w:t>
      </w:r>
    </w:p>
    <w:p w14:paraId="24D38FCB" w14:textId="48B5E898" w:rsidR="00502AE8" w:rsidRPr="00250E99" w:rsidRDefault="00116C19" w:rsidP="00250E99">
      <w:pPr>
        <w:pStyle w:val="Text2-1"/>
      </w:pPr>
      <w:r>
        <w:t>V průběhu stavby musí zhotovitel umožnit Archeologickému ústavu AV ČR, Brno, v. v. i.</w:t>
      </w:r>
      <w:r w:rsidR="00502AE8" w:rsidRPr="00250E99">
        <w:t xml:space="preserve"> </w:t>
      </w:r>
      <w:r>
        <w:t>provedení záchranného archeologického průzkumu.</w:t>
      </w:r>
    </w:p>
    <w:p w14:paraId="3433DF18" w14:textId="77777777" w:rsidR="00DF7BAA" w:rsidRDefault="00DF7BAA" w:rsidP="00DF7BAA">
      <w:pPr>
        <w:pStyle w:val="Nadpis2-1"/>
      </w:pPr>
      <w:bookmarkStart w:id="50" w:name="_Toc6410461"/>
      <w:bookmarkStart w:id="51" w:name="_Toc121494872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2" w:name="_Toc6410462"/>
      <w:bookmarkStart w:id="53" w:name="_Toc121494873"/>
      <w:r>
        <w:t>PŘÍLOHY</w:t>
      </w:r>
      <w:bookmarkEnd w:id="52"/>
      <w:bookmarkEnd w:id="53"/>
    </w:p>
    <w:p w14:paraId="520CC0CC" w14:textId="437DD1B4" w:rsidR="00F66DA9" w:rsidRPr="00250E99" w:rsidRDefault="00C16B3D" w:rsidP="00F66DA9">
      <w:pPr>
        <w:pStyle w:val="Text2-1"/>
      </w:pPr>
      <w:r w:rsidRPr="00250E99">
        <w:t>neobsazeno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0562" w14:textId="77777777" w:rsidR="001B7E5D" w:rsidRDefault="001B7E5D" w:rsidP="00962258">
      <w:pPr>
        <w:spacing w:after="0" w:line="240" w:lineRule="auto"/>
      </w:pPr>
      <w:r>
        <w:separator/>
      </w:r>
    </w:p>
  </w:endnote>
  <w:endnote w:type="continuationSeparator" w:id="0">
    <w:p w14:paraId="6DE3CDD2" w14:textId="77777777" w:rsidR="001B7E5D" w:rsidRDefault="001B7E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B7E5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1A9C5FB" w:rsidR="001B7E5D" w:rsidRPr="00B8518B" w:rsidRDefault="001B7E5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226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2264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9E65E8E" w:rsidR="001B7E5D" w:rsidRDefault="00AA226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Lípa u Havlíčkova Brodu PO, ST -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1B7E5D">
            <w:t>Příloha č. 2 c)</w:t>
          </w:r>
          <w:r w:rsidR="001B7E5D" w:rsidRPr="003462EB">
            <w:t xml:space="preserve"> </w:t>
          </w:r>
        </w:p>
        <w:p w14:paraId="178E0553" w14:textId="77777777" w:rsidR="001B7E5D" w:rsidRPr="003462EB" w:rsidRDefault="001B7E5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1B7E5D" w:rsidRPr="00614E71" w:rsidRDefault="001B7E5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7E5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4710022" w:rsidR="001B7E5D" w:rsidRDefault="00AA226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Lípa u Havlíčkova Brodu PO, ST -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1B7E5D">
            <w:t>Příloha č. 2 c)</w:t>
          </w:r>
        </w:p>
        <w:p w14:paraId="5D9BD160" w14:textId="77777777" w:rsidR="001B7E5D" w:rsidRPr="003462EB" w:rsidRDefault="001B7E5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770D2BE" w:rsidR="001B7E5D" w:rsidRPr="009E09BE" w:rsidRDefault="001B7E5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2264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2264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1B7E5D" w:rsidRPr="00B8518B" w:rsidRDefault="001B7E5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1B7E5D" w:rsidRPr="00B8518B" w:rsidRDefault="001B7E5D" w:rsidP="00460660">
    <w:pPr>
      <w:pStyle w:val="Zpat"/>
      <w:rPr>
        <w:sz w:val="2"/>
        <w:szCs w:val="2"/>
      </w:rPr>
    </w:pPr>
  </w:p>
  <w:p w14:paraId="53F277EE" w14:textId="77777777" w:rsidR="001B7E5D" w:rsidRDefault="001B7E5D" w:rsidP="00757290">
    <w:pPr>
      <w:pStyle w:val="Zpatvlevo"/>
      <w:rPr>
        <w:rFonts w:cs="Calibri"/>
        <w:szCs w:val="12"/>
      </w:rPr>
    </w:pPr>
  </w:p>
  <w:p w14:paraId="17EFC080" w14:textId="77777777" w:rsidR="001B7E5D" w:rsidRPr="00460660" w:rsidRDefault="001B7E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A935D" w14:textId="77777777" w:rsidR="001B7E5D" w:rsidRDefault="001B7E5D" w:rsidP="00962258">
      <w:pPr>
        <w:spacing w:after="0" w:line="240" w:lineRule="auto"/>
      </w:pPr>
      <w:r>
        <w:separator/>
      </w:r>
    </w:p>
  </w:footnote>
  <w:footnote w:type="continuationSeparator" w:id="0">
    <w:p w14:paraId="2682EBF7" w14:textId="77777777" w:rsidR="001B7E5D" w:rsidRDefault="001B7E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B7E5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1B7E5D" w:rsidRPr="00B8518B" w:rsidRDefault="001B7E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1B7E5D" w:rsidRDefault="001B7E5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1B7E5D" w:rsidRPr="00D6163D" w:rsidRDefault="001B7E5D" w:rsidP="00FC6389">
          <w:pPr>
            <w:pStyle w:val="Druhdokumentu"/>
          </w:pPr>
        </w:p>
      </w:tc>
    </w:tr>
    <w:tr w:rsidR="001B7E5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1B7E5D" w:rsidRPr="00B8518B" w:rsidRDefault="001B7E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1B7E5D" w:rsidRDefault="001B7E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1B7E5D" w:rsidRPr="00D6163D" w:rsidRDefault="001B7E5D" w:rsidP="00FC6389">
          <w:pPr>
            <w:pStyle w:val="Druhdokumentu"/>
          </w:pPr>
        </w:p>
      </w:tc>
    </w:tr>
  </w:tbl>
  <w:p w14:paraId="53E85CAA" w14:textId="77777777" w:rsidR="001B7E5D" w:rsidRPr="00D6163D" w:rsidRDefault="001B7E5D" w:rsidP="00FC6389">
    <w:pPr>
      <w:pStyle w:val="Zhlav"/>
      <w:rPr>
        <w:sz w:val="8"/>
        <w:szCs w:val="8"/>
      </w:rPr>
    </w:pPr>
  </w:p>
  <w:p w14:paraId="1437D3AE" w14:textId="77777777" w:rsidR="001B7E5D" w:rsidRPr="00460660" w:rsidRDefault="001B7E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C19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B7E5D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3CE2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0E99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0EB7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1866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2264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6ED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58B0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96252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273CB"/>
    <w:rsid w:val="00256AC1"/>
    <w:rsid w:val="00290B97"/>
    <w:rsid w:val="002D74B9"/>
    <w:rsid w:val="002E448E"/>
    <w:rsid w:val="003D1CE3"/>
    <w:rsid w:val="00553D37"/>
    <w:rsid w:val="005A5A36"/>
    <w:rsid w:val="005B1DD6"/>
    <w:rsid w:val="005B7DC1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D0E13"/>
    <w:rsid w:val="00A13EDF"/>
    <w:rsid w:val="00A255A8"/>
    <w:rsid w:val="00A57052"/>
    <w:rsid w:val="00A57B8D"/>
    <w:rsid w:val="00A6314C"/>
    <w:rsid w:val="00A66753"/>
    <w:rsid w:val="00A7139D"/>
    <w:rsid w:val="00AE51CB"/>
    <w:rsid w:val="00B00FA3"/>
    <w:rsid w:val="00B16F27"/>
    <w:rsid w:val="00BF7EAF"/>
    <w:rsid w:val="00C4354E"/>
    <w:rsid w:val="00C710FC"/>
    <w:rsid w:val="00D60657"/>
    <w:rsid w:val="00DA36A4"/>
    <w:rsid w:val="00E80FE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D9E8DB-652F-4F73-99E1-A7955910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129</TotalTime>
  <Pages>14</Pages>
  <Words>5871</Words>
  <Characters>34643</Characters>
  <Application>Microsoft Office Word</Application>
  <DocSecurity>0</DocSecurity>
  <Lines>288</Lines>
  <Paragraphs>80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17</cp:revision>
  <cp:lastPrinted>2022-12-07T13:03:00Z</cp:lastPrinted>
  <dcterms:created xsi:type="dcterms:W3CDTF">2023-01-17T14:50:00Z</dcterms:created>
  <dcterms:modified xsi:type="dcterms:W3CDTF">2023-03-01T14:39:00Z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